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134A85E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426AF">
        <w:rPr>
          <w:szCs w:val="20"/>
          <w:lang w:val="sr-Latn-RS"/>
        </w:rPr>
        <w:t>I</w:t>
      </w:r>
      <w:r w:rsidR="003E3197" w:rsidRPr="003E3197">
        <w:rPr>
          <w:szCs w:val="20"/>
          <w:lang w:val="sr-Latn-RS"/>
        </w:rPr>
        <w:t>V</w:t>
      </w:r>
      <w:r w:rsidR="003E3197" w:rsidRPr="003E3197">
        <w:rPr>
          <w:szCs w:val="20"/>
          <w:lang w:val="sr-Cyrl-RS"/>
        </w:rPr>
        <w:t>/20</w:t>
      </w:r>
      <w:r w:rsidR="003E3197" w:rsidRPr="003E3197">
        <w:rPr>
          <w:szCs w:val="20"/>
          <w:lang w:val="sr-Latn-RS"/>
        </w:rPr>
        <w:t>2</w:t>
      </w:r>
      <w:r w:rsidR="00F426AF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27E7AE41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0432">
        <w:rPr>
          <w:b/>
          <w:lang w:val="sr-Latn-RS"/>
        </w:rPr>
        <w:t>4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7B0432" w:rsidRPr="004354D8">
        <w:rPr>
          <w:b/>
          <w:lang w:val="ru-RU"/>
        </w:rPr>
        <w:t>ПОДЛОГЕ И СУПЛЕМЕНТИ ЗА САНИТАРНУ   МИКРОБИОЛОГИЈУ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541B4320" w:rsidR="00B758A6" w:rsidRPr="00F426AF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F426AF" w:rsidRPr="00F11A2B">
          <w:rPr>
            <w:rStyle w:val="Hyperlink"/>
            <w:bCs/>
            <w:lang w:val="en-US" w:eastAsia="sr-Latn-CS"/>
          </w:rPr>
          <w:t>javne</w:t>
        </w:r>
        <w:r w:rsidR="00F426AF" w:rsidRPr="00F11A2B">
          <w:rPr>
            <w:rStyle w:val="Hyperlink"/>
            <w:bCs/>
            <w:lang w:val="ru-RU" w:eastAsia="sr-Latn-CS"/>
          </w:rPr>
          <w:t>.</w:t>
        </w:r>
        <w:r w:rsidR="00F426AF" w:rsidRPr="00F11A2B">
          <w:rPr>
            <w:rStyle w:val="Hyperlink"/>
            <w:bCs/>
            <w:lang w:val="en-US" w:eastAsia="sr-Latn-CS"/>
          </w:rPr>
          <w:t>nabavke</w:t>
        </w:r>
        <w:r w:rsidR="00F426AF" w:rsidRPr="00F11A2B">
          <w:rPr>
            <w:rStyle w:val="Hyperlink"/>
            <w:bCs/>
            <w:lang w:val="ru-RU" w:eastAsia="sr-Latn-CS"/>
          </w:rPr>
          <w:t>@</w:t>
        </w:r>
        <w:r w:rsidR="00F426AF" w:rsidRPr="00F11A2B">
          <w:rPr>
            <w:rStyle w:val="Hyperlink"/>
            <w:bCs/>
            <w:lang w:val="en-US" w:eastAsia="sr-Latn-CS"/>
          </w:rPr>
          <w:t>zjzpa</w:t>
        </w:r>
        <w:r w:rsidR="00F426AF" w:rsidRPr="00F11A2B">
          <w:rPr>
            <w:rStyle w:val="Hyperlink"/>
            <w:bCs/>
            <w:lang w:val="ru-RU" w:eastAsia="sr-Latn-CS"/>
          </w:rPr>
          <w:t>.</w:t>
        </w:r>
        <w:r w:rsidR="00F426AF" w:rsidRPr="00F11A2B">
          <w:rPr>
            <w:rStyle w:val="Hyperlink"/>
            <w:bCs/>
            <w:lang w:val="sr-Latn-RS" w:eastAsia="sr-Latn-CS"/>
          </w:rPr>
          <w:t>org.rs</w:t>
        </w:r>
      </w:hyperlink>
      <w:r w:rsidR="00F426AF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B14B3"/>
    <w:rsid w:val="003D56B3"/>
    <w:rsid w:val="003E3197"/>
    <w:rsid w:val="004267E2"/>
    <w:rsid w:val="00434B9F"/>
    <w:rsid w:val="004354D8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B0432"/>
    <w:rsid w:val="007C6708"/>
    <w:rsid w:val="007F4E0B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426AF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105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2021-07-15T13:25:00Z</dcterms:created>
  <dcterms:modified xsi:type="dcterms:W3CDTF">2024-04-01T08:14:00Z</dcterms:modified>
</cp:coreProperties>
</file>